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1921B67B"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4B5012">
        <w:rPr>
          <w:rStyle w:val="Strong"/>
          <w:lang w:val="en-GB"/>
        </w:rPr>
        <w:t>15-G023-23</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67420" w14:textId="77777777" w:rsidR="000A6FBB" w:rsidRDefault="000A6FBB">
      <w:r>
        <w:separator/>
      </w:r>
    </w:p>
  </w:endnote>
  <w:endnote w:type="continuationSeparator" w:id="0">
    <w:p w14:paraId="423237CD" w14:textId="77777777" w:rsidR="000A6FBB" w:rsidRDefault="000A6FBB">
      <w:r>
        <w:continuationSeparator/>
      </w:r>
    </w:p>
  </w:endnote>
  <w:endnote w:type="continuationNotice" w:id="1">
    <w:p w14:paraId="05E91004" w14:textId="77777777" w:rsidR="000A6FBB" w:rsidRDefault="000A6F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94DD9" w:rsidRPr="00794DD9">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94DD9" w:rsidRPr="00794DD9">
      <w:rPr>
        <w:noProof/>
        <w:color w:val="17365D" w:themeColor="text2" w:themeShade="BF"/>
        <w:lang w:val="sv-SE"/>
      </w:rPr>
      <w:t>4</w:t>
    </w:r>
    <w:r>
      <w:rPr>
        <w:color w:val="17365D" w:themeColor="text2" w:themeShade="BF"/>
      </w:rPr>
      <w:fldChar w:fldCharType="end"/>
    </w:r>
  </w:p>
  <w:p w14:paraId="213B5D63" w14:textId="17FDBB7D" w:rsidR="00133D55" w:rsidRDefault="00133D55" w:rsidP="004878F3">
    <w:pPr>
      <w:pStyle w:val="Footer"/>
    </w:pPr>
    <w:r>
      <w:fldChar w:fldCharType="begin"/>
    </w:r>
    <w:r>
      <w:instrText xml:space="preserve"> DATE \@ "yyyy-MM-dd" </w:instrText>
    </w:r>
    <w:r>
      <w:fldChar w:fldCharType="separate"/>
    </w:r>
    <w:r w:rsidR="004B5012">
      <w:rPr>
        <w:noProof/>
      </w:rPr>
      <w:t>2023-05-15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D5629" w14:textId="77777777" w:rsidR="000A6FBB" w:rsidRDefault="000A6FBB">
      <w:r>
        <w:separator/>
      </w:r>
    </w:p>
  </w:footnote>
  <w:footnote w:type="continuationSeparator" w:id="0">
    <w:p w14:paraId="078DFFC6" w14:textId="77777777" w:rsidR="000A6FBB" w:rsidRDefault="000A6FBB">
      <w:r>
        <w:continuationSeparator/>
      </w:r>
    </w:p>
  </w:footnote>
  <w:footnote w:type="continuationNotice" w:id="1">
    <w:p w14:paraId="467E026C" w14:textId="77777777" w:rsidR="000A6FBB" w:rsidRDefault="000A6FB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3C89732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4B5012">
      <w:rPr>
        <w:rFonts w:cs="Calibri"/>
        <w:b/>
        <w:bCs/>
        <w:lang w:val="en-GB" w:eastAsia="ko-KR"/>
      </w:rPr>
      <w:t>15-G023-23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6FBB"/>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0DBD"/>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5012"/>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4DD9"/>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DA284D6B-C7BC-4E76-8108-D7EE1D69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FA0ED5-CEEA-4C7D-8F32-E10F4ECE5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2013-10-18T08:32:00Z</cp:lastPrinted>
  <dcterms:created xsi:type="dcterms:W3CDTF">2021-04-06T02:45:00Z</dcterms:created>
  <dcterms:modified xsi:type="dcterms:W3CDTF">2023-05-14T23:21:00Z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